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Staff Mobility For Teaching</w:t>
      </w:r>
      <w:r w:rsidR="00AA696D">
        <w:rPr>
          <w:rStyle w:val="Refdenotaalfinal"/>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Textocomentario"/>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Textocomentario"/>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Textocomentario"/>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232"/>
        <w:gridCol w:w="2232"/>
        <w:gridCol w:w="2232"/>
        <w:gridCol w:w="2232"/>
      </w:tblGrid>
      <w:tr w:rsidR="001B0BB8" w:rsidRPr="007673FA" w14:paraId="56E939D3" w14:textId="77777777" w:rsidTr="00107B17">
        <w:trPr>
          <w:trHeight w:val="334"/>
        </w:trPr>
        <w:tc>
          <w:tcPr>
            <w:tcW w:w="223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107B17">
        <w:trPr>
          <w:trHeight w:val="412"/>
        </w:trPr>
        <w:tc>
          <w:tcPr>
            <w:tcW w:w="223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Refdenotaalfinal"/>
                <w:rFonts w:ascii="Verdana" w:hAnsi="Verdana" w:cs="Arial"/>
                <w:sz w:val="20"/>
                <w:lang w:val="en-GB"/>
              </w:rPr>
              <w:endnoteReference w:id="2"/>
            </w:r>
          </w:p>
        </w:tc>
        <w:tc>
          <w:tcPr>
            <w:tcW w:w="2232"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Refdenotaalfinal"/>
                <w:rFonts w:ascii="Verdana" w:hAnsi="Verdana" w:cs="Arial"/>
                <w:sz w:val="20"/>
                <w:lang w:val="en-GB"/>
              </w:rPr>
              <w:endnoteReference w:id="3"/>
            </w:r>
          </w:p>
        </w:tc>
        <w:tc>
          <w:tcPr>
            <w:tcW w:w="2232"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107B17">
        <w:tc>
          <w:tcPr>
            <w:tcW w:w="2232" w:type="dxa"/>
            <w:shd w:val="clear" w:color="auto" w:fill="FFFFFF"/>
          </w:tcPr>
          <w:p w14:paraId="56E939D9" w14:textId="77777777" w:rsidR="001903D7" w:rsidRPr="007673FA" w:rsidRDefault="00DF7065" w:rsidP="00B223B0">
            <w:pPr>
              <w:shd w:val="clear" w:color="auto" w:fill="FFFFFF"/>
              <w:spacing w:after="120"/>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81766A" w:rsidRPr="007673FA" w14:paraId="56E939E2" w14:textId="77777777" w:rsidTr="008F3AC1">
        <w:tc>
          <w:tcPr>
            <w:tcW w:w="2232"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Refdenotaalfinal"/>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Refdenotaalfinal"/>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denotaalfinal"/>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000B967B" w:rsidR="00F8532D" w:rsidRPr="005E41A1"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5E41A1"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7158AA"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7158AA"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Contact person</w:t>
            </w:r>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Ttulo4"/>
        <w:keepNext w:val="0"/>
        <w:numPr>
          <w:ilvl w:val="0"/>
          <w:numId w:val="0"/>
        </w:numPr>
        <w:jc w:val="left"/>
        <w:rPr>
          <w:rFonts w:ascii="Verdana" w:hAnsi="Verdana" w:cs="Arial"/>
          <w:sz w:val="20"/>
          <w:lang w:val="fr-BE"/>
        </w:rPr>
      </w:pPr>
    </w:p>
    <w:p w14:paraId="56E93A1E" w14:textId="0F7E9235" w:rsidR="007967A9" w:rsidRDefault="007967A9" w:rsidP="007967A9">
      <w:pPr>
        <w:pStyle w:val="Ttulo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Ttulo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Textocomentario"/>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Refdenotaalfinal"/>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Textocomentario"/>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Refdenotaalfinal"/>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Textocomentario"/>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E41A1"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E41A1"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E41A1"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E41A1"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lastRenderedPageBreak/>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Refdenotaalfinal"/>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Refdenotaalfinal"/>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2"/>
      <w:footerReference w:type="default" r:id="rId13"/>
      <w:headerReference w:type="first" r:id="rId14"/>
      <w:footerReference w:type="first" r:id="rId15"/>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CA91B" w14:textId="77777777" w:rsidR="00141AAE" w:rsidRDefault="00141AAE">
      <w:r>
        <w:separator/>
      </w:r>
    </w:p>
  </w:endnote>
  <w:endnote w:type="continuationSeparator" w:id="0">
    <w:p w14:paraId="4AA2D019" w14:textId="77777777" w:rsidR="00141AAE" w:rsidRDefault="00141AAE">
      <w:r>
        <w:continuationSeparator/>
      </w:r>
    </w:p>
  </w:endnote>
  <w:endnote w:id="1">
    <w:p w14:paraId="4F265B3F" w14:textId="77777777" w:rsidR="0010613D" w:rsidRDefault="00AA696D" w:rsidP="00AA696D">
      <w:pPr>
        <w:pStyle w:val="Textonotaalfinal"/>
        <w:spacing w:after="120"/>
        <w:rPr>
          <w:rFonts w:ascii="Verdana" w:hAnsi="Verdana"/>
          <w:sz w:val="16"/>
          <w:szCs w:val="16"/>
          <w:lang w:val="en-GB"/>
        </w:rPr>
      </w:pPr>
      <w:r w:rsidRPr="001C5CC2">
        <w:rPr>
          <w:rStyle w:val="Refdenotaalfinal"/>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5E41A1">
      <w:pPr>
        <w:pStyle w:val="Textonotaalfinal"/>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5E41A1">
      <w:pPr>
        <w:pStyle w:val="Textonotaalfinal"/>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5E41A1">
        <w:rPr>
          <w:rFonts w:ascii="Verdana" w:hAnsi="Verdana" w:cs="Calibri"/>
          <w:b/>
          <w:sz w:val="16"/>
          <w:szCs w:val="16"/>
          <w:lang w:val="en-GB"/>
        </w:rPr>
        <w:t>Programme and Partner Countr</w:t>
      </w:r>
      <w:r w:rsidRPr="005E41A1">
        <w:rPr>
          <w:rFonts w:ascii="Verdana" w:hAnsi="Verdana" w:cs="Calibri"/>
          <w:b/>
          <w:sz w:val="16"/>
          <w:szCs w:val="16"/>
          <w:lang w:val="en-GB"/>
        </w:rPr>
        <w:t>y HEI</w:t>
      </w:r>
      <w:r w:rsidR="008D1662" w:rsidRPr="005E41A1">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05B7FFE3" w:rsidR="00AB24FE" w:rsidRPr="001B5227" w:rsidRDefault="00AB24FE" w:rsidP="005E41A1">
      <w:pPr>
        <w:pStyle w:val="Textonotaalfinal"/>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5E41A1">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xml:space="preserve">, this agreement must be signed by </w:t>
      </w:r>
      <w:r w:rsidR="007C2DCC" w:rsidRPr="00A95C82">
        <w:rPr>
          <w:rFonts w:ascii="Verdana" w:hAnsi="Verdana" w:cs="Calibri"/>
          <w:sz w:val="16"/>
          <w:szCs w:val="16"/>
          <w:lang w:val="en-GB"/>
        </w:rPr>
        <w:t>the participant</w:t>
      </w:r>
      <w:r w:rsidR="007C2DCC">
        <w:rPr>
          <w:rFonts w:ascii="Verdana" w:hAnsi="Verdana" w:cs="Calibri"/>
          <w:sz w:val="16"/>
          <w:szCs w:val="16"/>
          <w:lang w:val="en-GB"/>
        </w:rPr>
        <w:t xml:space="preserve">, </w:t>
      </w:r>
      <w:r w:rsidRPr="00AB24FE">
        <w:rPr>
          <w:rFonts w:ascii="Verdana" w:hAnsi="Verdana" w:cs="Calibri"/>
          <w:sz w:val="16"/>
          <w:szCs w:val="16"/>
          <w:lang w:val="en-GB"/>
        </w:rPr>
        <w:t>the Programme Country HEI as beneficiary; the Partner Country HEI receiving the staff member and the Programme Country enterprise</w:t>
      </w:r>
      <w:r w:rsidR="007C2DCC">
        <w:rPr>
          <w:rFonts w:ascii="Verdana" w:hAnsi="Verdana" w:cs="Calibri"/>
          <w:sz w:val="16"/>
          <w:szCs w:val="16"/>
          <w:lang w:val="en-GB"/>
        </w:rPr>
        <w:t xml:space="preserve"> </w:t>
      </w:r>
      <w:r w:rsidR="007C2DCC" w:rsidRPr="00A95C82">
        <w:rPr>
          <w:rFonts w:ascii="Verdana" w:hAnsi="Verdana" w:cs="Calibri"/>
          <w:sz w:val="16"/>
          <w:szCs w:val="16"/>
          <w:lang w:val="en-GB"/>
        </w:rPr>
        <w:t>(four signatures in total)</w:t>
      </w:r>
      <w:bookmarkStart w:id="0" w:name="_GoBack"/>
      <w:bookmarkEnd w:id="0"/>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5E41A1">
      <w:pPr>
        <w:pStyle w:val="Textonotaalfinal"/>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5E41A1">
      <w:pPr>
        <w:pStyle w:val="Textonotaalfinal"/>
        <w:spacing w:after="0"/>
        <w:ind w:left="714"/>
        <w:rPr>
          <w:rFonts w:ascii="Verdana" w:hAnsi="Verdana"/>
          <w:sz w:val="16"/>
          <w:szCs w:val="16"/>
          <w:lang w:val="en-GB"/>
        </w:rPr>
      </w:pPr>
    </w:p>
  </w:endnote>
  <w:endnote w:id="2">
    <w:p w14:paraId="56E93A66" w14:textId="6C4DC342"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319DB054" w:rsidR="009F5B61" w:rsidRPr="002F549E" w:rsidRDefault="009F5B61"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ipervnculo"/>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ipervnculo"/>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ipervnculo"/>
            <w:rFonts w:ascii="Verdana" w:hAnsi="Verdana"/>
            <w:sz w:val="16"/>
            <w:szCs w:val="16"/>
            <w:lang w:val="en-GB"/>
          </w:rPr>
          <w:t>http://ec.europa.eu/education/tools/isced-f_en.htm</w:t>
        </w:r>
      </w:hyperlink>
      <w:r w:rsidR="00252FF1" w:rsidRPr="002F549E">
        <w:rPr>
          <w:rStyle w:val="Hipervnculo"/>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7205377D" w:rsidR="007A4576" w:rsidRPr="00461D1B" w:rsidRDefault="007A4576">
      <w:pPr>
        <w:pStyle w:val="Textonotaalfinal"/>
        <w:rPr>
          <w:rFonts w:ascii="Verdana" w:hAnsi="Verdana" w:cs="Calibri"/>
          <w:sz w:val="16"/>
          <w:szCs w:val="16"/>
          <w:lang w:val="en-GB"/>
        </w:rPr>
      </w:pPr>
      <w:r>
        <w:rPr>
          <w:rStyle w:val="Refdenotaalfinal"/>
        </w:rPr>
        <w:endnoteRef/>
      </w:r>
      <w:r w:rsidRPr="005E41A1">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Textonotaalfinal"/>
        <w:spacing w:after="100"/>
        <w:rPr>
          <w:rFonts w:ascii="Verdana" w:hAnsi="Verdana" w:cs="Calibri"/>
          <w:color w:val="FF0000"/>
          <w:sz w:val="18"/>
          <w:szCs w:val="18"/>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7177"/>
      <w:docPartObj>
        <w:docPartGallery w:val="Page Numbers (Bottom of Page)"/>
        <w:docPartUnique/>
      </w:docPartObj>
    </w:sdtPr>
    <w:sdtEndPr>
      <w:rPr>
        <w:noProof/>
      </w:rPr>
    </w:sdtEndPr>
    <w:sdtContent>
      <w:p w14:paraId="6FA9FEDC" w14:textId="7A0C6064" w:rsidR="0081766A" w:rsidRDefault="0081766A">
        <w:pPr>
          <w:pStyle w:val="Piedepgina"/>
          <w:jc w:val="center"/>
        </w:pPr>
        <w:r>
          <w:fldChar w:fldCharType="begin"/>
        </w:r>
        <w:r>
          <w:instrText xml:space="preserve"> PAGE   \* MERGEFORMAT </w:instrText>
        </w:r>
        <w:r>
          <w:fldChar w:fldCharType="separate"/>
        </w:r>
        <w:r w:rsidR="007158AA">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898D8" w14:textId="77777777" w:rsidR="00141AAE" w:rsidRDefault="00141AAE">
      <w:r>
        <w:separator/>
      </w:r>
    </w:p>
  </w:footnote>
  <w:footnote w:type="continuationSeparator" w:id="0">
    <w:p w14:paraId="4E6768DE" w14:textId="77777777" w:rsidR="00141AAE" w:rsidRDefault="00141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s-ES" w:eastAsia="es-ES"/>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s-ES" w:eastAsia="es-ES"/>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1AAE"/>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35F"/>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3FA8"/>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1A1"/>
    <w:rsid w:val="005E466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58AA"/>
    <w:rsid w:val="00716A6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4B2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2DCC"/>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17F26"/>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C82"/>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280E"/>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180"/>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E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fd06d9f-862c-4359-9a69-c66ff689f26a">2018</Year>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74B0E-50DB-46DA-A69E-4E278AAC3007}">
  <ds:schemaRef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cfd06d9f-862c-4359-9a69-c66ff689f26a"/>
    <ds:schemaRef ds:uri="http://purl.org/dc/elements/1.1/"/>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3.xml><?xml version="1.0" encoding="utf-8"?>
<ds:datastoreItem xmlns:ds="http://schemas.openxmlformats.org/officeDocument/2006/customXml" ds:itemID="{64BE693A-5FF6-408C-8B1A-4838AA089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B462C6-A4BC-4960-882A-E5AB7742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449</Words>
  <Characters>2474</Characters>
  <Application>Microsoft Office Word</Application>
  <DocSecurity>0</DocSecurity>
  <PresentationFormat>Microsoft Word 11.0</PresentationFormat>
  <Lines>20</Lines>
  <Paragraphs>5</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2918</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keywords>EL4</cp:keywords>
  <cp:lastModifiedBy>Asenjo Orive Rosa</cp:lastModifiedBy>
  <cp:revision>2</cp:revision>
  <cp:lastPrinted>2017-10-26T10:25:00Z</cp:lastPrinted>
  <dcterms:created xsi:type="dcterms:W3CDTF">2018-03-19T11:39:00Z</dcterms:created>
  <dcterms:modified xsi:type="dcterms:W3CDTF">2018-03-19T11:39:00Z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