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A3" w:rsidRPr="009B2D3A" w:rsidRDefault="00020BA3" w:rsidP="0048070E">
      <w:pPr>
        <w:jc w:val="center"/>
        <w:rPr>
          <w:rFonts w:cs="Arial"/>
          <w:b/>
          <w:u w:val="single"/>
        </w:rPr>
      </w:pPr>
      <w:bookmarkStart w:id="0" w:name="_GoBack"/>
      <w:bookmarkEnd w:id="0"/>
    </w:p>
    <w:p w:rsidR="0048070E" w:rsidRPr="009B2D3A" w:rsidRDefault="00847C49" w:rsidP="0048070E">
      <w:pPr>
        <w:jc w:val="center"/>
        <w:rPr>
          <w:rFonts w:cs="Arial"/>
          <w:b/>
          <w:u w:val="single"/>
        </w:rPr>
      </w:pPr>
      <w:r w:rsidRPr="009B2D3A">
        <w:rPr>
          <w:rFonts w:cs="Arial"/>
          <w:b/>
          <w:u w:val="single"/>
        </w:rPr>
        <w:t xml:space="preserve">ERASMUS+ </w:t>
      </w:r>
      <w:r w:rsidR="0048070E" w:rsidRPr="009B2D3A">
        <w:rPr>
          <w:rFonts w:cs="Arial"/>
          <w:b/>
          <w:u w:val="single"/>
        </w:rPr>
        <w:t>LEARNING AGREEMENT</w:t>
      </w:r>
      <w:r w:rsidRPr="009B2D3A">
        <w:rPr>
          <w:rFonts w:cs="Arial"/>
          <w:b/>
          <w:u w:val="single"/>
        </w:rPr>
        <w:t xml:space="preserve"> FOR VET MOBILITY</w:t>
      </w:r>
      <w:r w:rsidR="000172AC">
        <w:rPr>
          <w:rFonts w:cs="Arial"/>
          <w:b/>
          <w:u w:val="single"/>
        </w:rPr>
        <w:t xml:space="preserve"> (LEARNERS)</w:t>
      </w:r>
    </w:p>
    <w:p w:rsidR="00320919" w:rsidRPr="009B2D3A" w:rsidRDefault="00320919" w:rsidP="0048070E">
      <w:pPr>
        <w:jc w:val="center"/>
        <w:rPr>
          <w:rFonts w:cs="Arial"/>
          <w:b/>
          <w:u w:val="single"/>
          <w:lang w:val="es-ES"/>
        </w:rPr>
      </w:pPr>
      <w:r w:rsidRPr="009B2D3A">
        <w:rPr>
          <w:rFonts w:cs="Arial"/>
          <w:b/>
          <w:u w:val="single"/>
          <w:lang w:val="es-ES"/>
        </w:rPr>
        <w:t>ERASMUS+ ACUERDO DE APRENDIZAJE PARA MOVILIDADES DE FORMACIÓN PROFESIONAL</w:t>
      </w:r>
      <w:r w:rsidR="000172AC">
        <w:rPr>
          <w:rFonts w:cs="Arial"/>
          <w:b/>
          <w:u w:val="single"/>
          <w:lang w:val="es-ES"/>
        </w:rPr>
        <w:t xml:space="preserve"> (ESTUDIANTES)</w:t>
      </w:r>
    </w:p>
    <w:p w:rsidR="0048070E" w:rsidRPr="009B2D3A" w:rsidRDefault="0048070E" w:rsidP="00E34553">
      <w:pPr>
        <w:numPr>
          <w:ilvl w:val="0"/>
          <w:numId w:val="1"/>
        </w:numPr>
        <w:ind w:left="-284" w:hanging="283"/>
        <w:rPr>
          <w:rFonts w:cs="Arial"/>
          <w:b/>
        </w:rPr>
      </w:pPr>
      <w:r w:rsidRPr="009B2D3A">
        <w:rPr>
          <w:rFonts w:cs="Arial"/>
          <w:b/>
        </w:rPr>
        <w:t>DETAILS ON THE PARTICIPANT</w:t>
      </w:r>
    </w:p>
    <w:p w:rsidR="00320919" w:rsidRPr="009B2D3A" w:rsidRDefault="00320919" w:rsidP="00E34553">
      <w:pPr>
        <w:numPr>
          <w:ilvl w:val="0"/>
          <w:numId w:val="2"/>
        </w:numPr>
        <w:ind w:left="-284" w:hanging="283"/>
        <w:rPr>
          <w:rFonts w:cs="Arial"/>
          <w:b/>
        </w:rPr>
      </w:pPr>
      <w:r w:rsidRPr="009B2D3A">
        <w:rPr>
          <w:rFonts w:cs="Arial"/>
          <w:b/>
        </w:rPr>
        <w:t>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541883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Name of the participant: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1"/>
          </w:p>
          <w:p w:rsidR="00320919" w:rsidRPr="007B095A" w:rsidRDefault="00320919" w:rsidP="0009182E">
            <w:pPr>
              <w:spacing w:before="120"/>
              <w:rPr>
                <w:rFonts w:cs="Arial"/>
                <w:lang w:val="es-ES"/>
              </w:rPr>
            </w:pPr>
            <w:r w:rsidRPr="007B095A">
              <w:rPr>
                <w:rFonts w:cs="Arial"/>
                <w:lang w:val="es-ES"/>
              </w:rPr>
              <w:t>Nombre y apellidos del participante</w:t>
            </w:r>
            <w:r w:rsidR="007B095A" w:rsidRPr="007B095A">
              <w:rPr>
                <w:rFonts w:cs="Arial"/>
                <w:lang w:val="es-ES"/>
              </w:rPr>
              <w:t>:</w:t>
            </w:r>
            <w:r w:rsidR="007B095A">
              <w:rPr>
                <w:rFonts w:cs="Arial"/>
                <w:lang w:val="es-ES"/>
              </w:rPr>
              <w:t xml:space="preserve"> </w:t>
            </w:r>
            <w:r w:rsidR="007B095A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7B095A" w:rsidRPr="007B095A">
              <w:rPr>
                <w:rFonts w:cs="Arial"/>
                <w:lang w:val="es-ES"/>
              </w:rPr>
              <w:instrText xml:space="preserve"> FORMTEXT </w:instrText>
            </w:r>
            <w:r w:rsidR="007B095A" w:rsidRPr="009B2D3A">
              <w:rPr>
                <w:rFonts w:cs="Arial"/>
              </w:rPr>
            </w:r>
            <w:r w:rsidR="007B095A" w:rsidRPr="009B2D3A">
              <w:rPr>
                <w:rFonts w:cs="Arial"/>
              </w:rPr>
              <w:fldChar w:fldCharType="separate"/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</w:rPr>
              <w:fldChar w:fldCharType="end"/>
            </w:r>
          </w:p>
          <w:p w:rsidR="00320919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Field of vocational education: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</w:t>
            </w:r>
          </w:p>
          <w:p w:rsidR="0048070E" w:rsidRPr="009B2D3A" w:rsidRDefault="00320919" w:rsidP="0009182E">
            <w:pPr>
              <w:spacing w:before="120"/>
              <w:rPr>
                <w:rFonts w:cs="Arial"/>
              </w:rPr>
            </w:pPr>
            <w:proofErr w:type="spellStart"/>
            <w:r w:rsidRPr="009B2D3A">
              <w:rPr>
                <w:rFonts w:cs="Arial"/>
              </w:rPr>
              <w:t>Especialidad</w:t>
            </w:r>
            <w:proofErr w:type="spellEnd"/>
            <w:r w:rsidR="000172AC">
              <w:rPr>
                <w:rFonts w:cs="Arial"/>
              </w:rPr>
              <w:t xml:space="preserve">/Sector </w:t>
            </w:r>
            <w:proofErr w:type="spellStart"/>
            <w:r w:rsidR="000172AC">
              <w:rPr>
                <w:rFonts w:cs="Arial"/>
              </w:rPr>
              <w:t>educativo</w:t>
            </w:r>
            <w:proofErr w:type="spellEnd"/>
            <w:r w:rsidR="00B70D12" w:rsidRPr="009B2D3A">
              <w:rPr>
                <w:rFonts w:cs="Arial"/>
              </w:rPr>
              <w:t>:</w:t>
            </w:r>
            <w:r w:rsidR="007B095A">
              <w:rPr>
                <w:rFonts w:cs="Arial"/>
              </w:rPr>
              <w:t xml:space="preserve"> </w:t>
            </w:r>
            <w:r w:rsidR="007B095A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7B095A" w:rsidRPr="009B2D3A">
              <w:rPr>
                <w:rFonts w:cs="Arial"/>
              </w:rPr>
              <w:instrText xml:space="preserve"> FORMTEXT </w:instrText>
            </w:r>
            <w:r w:rsidR="007B095A" w:rsidRPr="009B2D3A">
              <w:rPr>
                <w:rFonts w:cs="Arial"/>
              </w:rPr>
            </w:r>
            <w:r w:rsidR="007B095A" w:rsidRPr="009B2D3A">
              <w:rPr>
                <w:rFonts w:cs="Arial"/>
              </w:rPr>
              <w:fldChar w:fldCharType="separate"/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</w:rPr>
              <w:fldChar w:fldCharType="end"/>
            </w:r>
            <w:r w:rsidR="0048070E" w:rsidRPr="009B2D3A">
              <w:rPr>
                <w:rFonts w:cs="Arial"/>
              </w:rPr>
              <w:t xml:space="preserve">                                               </w:t>
            </w:r>
          </w:p>
          <w:p w:rsidR="0048070E" w:rsidRPr="004D3335" w:rsidRDefault="0048070E" w:rsidP="0009182E">
            <w:pPr>
              <w:spacing w:before="120" w:after="120"/>
              <w:rPr>
                <w:rFonts w:cs="Arial"/>
                <w:lang w:val="es-ES"/>
              </w:rPr>
            </w:pPr>
            <w:r w:rsidRPr="004D3335">
              <w:rPr>
                <w:rFonts w:cs="Arial"/>
                <w:lang w:val="es-ES"/>
              </w:rPr>
              <w:t xml:space="preserve">Sending institution (name, address):  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D3335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4D3335">
              <w:rPr>
                <w:rFonts w:cs="Arial"/>
                <w:lang w:val="es-ES"/>
              </w:rPr>
              <w:t xml:space="preserve">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Institución de env</w:t>
            </w:r>
            <w:r w:rsidR="005E4CDE" w:rsidRPr="009B2D3A">
              <w:rPr>
                <w:rFonts w:cs="Arial"/>
                <w:lang w:val="es-ES"/>
              </w:rPr>
              <w:t>í</w:t>
            </w:r>
            <w:r w:rsidRPr="009B2D3A">
              <w:rPr>
                <w:rFonts w:cs="Arial"/>
                <w:lang w:val="es-ES"/>
              </w:rPr>
              <w:t>o (nombre, dirección):</w:t>
            </w:r>
            <w:r w:rsidR="007B095A">
              <w:rPr>
                <w:rFonts w:cs="Arial"/>
                <w:lang w:val="es-ES"/>
              </w:rPr>
              <w:t xml:space="preserve"> </w:t>
            </w:r>
            <w:r w:rsidR="007B095A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7B095A" w:rsidRPr="007B095A">
              <w:rPr>
                <w:rFonts w:cs="Arial"/>
                <w:lang w:val="es-ES"/>
              </w:rPr>
              <w:instrText xml:space="preserve"> FORMTEXT </w:instrText>
            </w:r>
            <w:r w:rsidR="007B095A" w:rsidRPr="009B2D3A">
              <w:rPr>
                <w:rFonts w:cs="Arial"/>
              </w:rPr>
            </w:r>
            <w:r w:rsidR="007B095A" w:rsidRPr="009B2D3A">
              <w:rPr>
                <w:rFonts w:cs="Arial"/>
              </w:rPr>
              <w:fldChar w:fldCharType="separate"/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</w:rPr>
              <w:fldChar w:fldCharType="end"/>
            </w:r>
          </w:p>
          <w:p w:rsidR="00320919" w:rsidRPr="00E34553" w:rsidRDefault="0048070E" w:rsidP="0009182E">
            <w:pPr>
              <w:spacing w:after="120"/>
              <w:rPr>
                <w:rFonts w:cs="Arial"/>
                <w:lang w:val="en-US"/>
              </w:rPr>
            </w:pPr>
            <w:r w:rsidRPr="00E34553">
              <w:rPr>
                <w:rFonts w:cs="Arial"/>
                <w:lang w:val="en-US"/>
              </w:rPr>
              <w:t xml:space="preserve">Contact person (name, function, e-mail, </w:t>
            </w:r>
            <w:proofErr w:type="spellStart"/>
            <w:r w:rsidRPr="00E34553">
              <w:rPr>
                <w:rFonts w:cs="Arial"/>
                <w:lang w:val="en-US"/>
              </w:rPr>
              <w:t>tel</w:t>
            </w:r>
            <w:proofErr w:type="spellEnd"/>
            <w:r w:rsidRPr="00E34553">
              <w:rPr>
                <w:rFonts w:cs="Arial"/>
                <w:lang w:val="en-US"/>
              </w:rPr>
              <w:t>):</w:t>
            </w:r>
            <w:r w:rsidR="00320919" w:rsidRPr="00E34553">
              <w:rPr>
                <w:rFonts w:cs="Arial"/>
                <w:lang w:val="en-US"/>
              </w:rPr>
              <w:t xml:space="preserve"> </w:t>
            </w:r>
            <w:r w:rsidR="00320919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20919" w:rsidRPr="00E34553">
              <w:rPr>
                <w:rFonts w:cs="Arial"/>
                <w:lang w:val="en-US"/>
              </w:rPr>
              <w:instrText xml:space="preserve"> FORMTEXT </w:instrText>
            </w:r>
            <w:r w:rsidR="00320919" w:rsidRPr="009B2D3A">
              <w:rPr>
                <w:rFonts w:cs="Arial"/>
              </w:rPr>
            </w:r>
            <w:r w:rsidR="00320919" w:rsidRPr="009B2D3A">
              <w:rPr>
                <w:rFonts w:cs="Arial"/>
              </w:rPr>
              <w:fldChar w:fldCharType="separate"/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</w:rPr>
              <w:fldChar w:fldCharType="end"/>
            </w:r>
            <w:r w:rsidR="00320919" w:rsidRPr="00E34553">
              <w:rPr>
                <w:rFonts w:cs="Arial"/>
                <w:lang w:val="en-US"/>
              </w:rPr>
              <w:t xml:space="preserve">   </w:t>
            </w:r>
          </w:p>
          <w:p w:rsidR="0048070E" w:rsidRPr="009B2D3A" w:rsidRDefault="00320919" w:rsidP="00DD7A7F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(nombre, </w:t>
            </w:r>
            <w:r w:rsidR="00DD7A7F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</w:t>
            </w:r>
            <w:r w:rsidR="00DD7A7F" w:rsidRPr="009B2D3A">
              <w:rPr>
                <w:rFonts w:cs="Arial"/>
                <w:lang w:val="es-ES"/>
              </w:rPr>
              <w:t xml:space="preserve"> </w:t>
            </w:r>
            <w:r w:rsidRPr="009B2D3A">
              <w:rPr>
                <w:rFonts w:cs="Arial"/>
                <w:lang w:val="es-ES"/>
              </w:rPr>
              <w:t xml:space="preserve">e-mail, </w:t>
            </w:r>
            <w:proofErr w:type="spellStart"/>
            <w:r w:rsidRPr="009B2D3A">
              <w:rPr>
                <w:rFonts w:cs="Arial"/>
                <w:lang w:val="es-ES"/>
              </w:rPr>
              <w:t>tel</w:t>
            </w:r>
            <w:proofErr w:type="spellEnd"/>
            <w:r w:rsidRPr="009B2D3A">
              <w:rPr>
                <w:rFonts w:cs="Arial"/>
                <w:lang w:val="es-ES"/>
              </w:rPr>
              <w:t>):</w:t>
            </w:r>
            <w:r w:rsidR="007B095A">
              <w:rPr>
                <w:rFonts w:cs="Arial"/>
                <w:lang w:val="es-ES"/>
              </w:rPr>
              <w:t xml:space="preserve"> </w:t>
            </w:r>
            <w:r w:rsidR="007B095A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7B095A" w:rsidRPr="007B095A">
              <w:rPr>
                <w:rFonts w:cs="Arial"/>
                <w:lang w:val="es-ES"/>
              </w:rPr>
              <w:instrText xml:space="preserve"> FORMTEXT </w:instrText>
            </w:r>
            <w:r w:rsidR="007B095A" w:rsidRPr="009B2D3A">
              <w:rPr>
                <w:rFonts w:cs="Arial"/>
              </w:rPr>
            </w:r>
            <w:r w:rsidR="007B095A" w:rsidRPr="009B2D3A">
              <w:rPr>
                <w:rFonts w:cs="Arial"/>
              </w:rPr>
              <w:fldChar w:fldCharType="separate"/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  <w:noProof/>
              </w:rPr>
              <w:t> </w:t>
            </w:r>
            <w:r w:rsidR="007B095A" w:rsidRPr="009B2D3A">
              <w:rPr>
                <w:rFonts w:cs="Arial"/>
              </w:rPr>
              <w:fldChar w:fldCharType="end"/>
            </w:r>
            <w:r w:rsidR="0048070E" w:rsidRPr="009B2D3A">
              <w:rPr>
                <w:rFonts w:cs="Arial"/>
                <w:lang w:val="es-ES"/>
              </w:rPr>
              <w:t xml:space="preserve">         </w:t>
            </w:r>
          </w:p>
        </w:tc>
      </w:tr>
    </w:tbl>
    <w:p w:rsidR="0048070E" w:rsidRPr="009B2D3A" w:rsidRDefault="0048070E" w:rsidP="0048070E">
      <w:pPr>
        <w:ind w:left="-567"/>
        <w:rPr>
          <w:b/>
          <w:lang w:val="es-ES"/>
        </w:rPr>
      </w:pPr>
    </w:p>
    <w:p w:rsidR="0048070E" w:rsidRPr="009B2D3A" w:rsidRDefault="0048070E" w:rsidP="00E34553">
      <w:pPr>
        <w:numPr>
          <w:ilvl w:val="0"/>
          <w:numId w:val="2"/>
        </w:numPr>
        <w:ind w:left="-284" w:hanging="283"/>
        <w:rPr>
          <w:rFonts w:cs="Arial"/>
          <w:b/>
        </w:rPr>
      </w:pPr>
      <w:r w:rsidRPr="009B2D3A">
        <w:rPr>
          <w:rFonts w:cs="Arial"/>
          <w:b/>
        </w:rPr>
        <w:t>DETAILS OF THE PROPOSED TRAINING PROGRAMME ABROAD</w:t>
      </w:r>
    </w:p>
    <w:p w:rsidR="00320919" w:rsidRPr="009B2D3A" w:rsidRDefault="007B095A" w:rsidP="00E34553">
      <w:pPr>
        <w:numPr>
          <w:ilvl w:val="0"/>
          <w:numId w:val="1"/>
        </w:numPr>
        <w:ind w:left="-284" w:hanging="283"/>
        <w:rPr>
          <w:rFonts w:cs="Arial"/>
          <w:b/>
          <w:lang w:val="es-ES"/>
        </w:rPr>
      </w:pPr>
      <w:r>
        <w:rPr>
          <w:rFonts w:cs="Arial"/>
          <w:b/>
          <w:lang w:val="es-ES"/>
        </w:rPr>
        <w:t xml:space="preserve">DATOS DEL </w:t>
      </w:r>
      <w:r w:rsidRPr="007B095A">
        <w:rPr>
          <w:rFonts w:cs="Arial"/>
          <w:b/>
          <w:lang w:val="es-ES"/>
        </w:rPr>
        <w:t>PROGRAMA FORMATIVO</w:t>
      </w:r>
      <w:r w:rsidR="00320919" w:rsidRPr="009B2D3A">
        <w:rPr>
          <w:rFonts w:cs="Arial"/>
          <w:b/>
          <w:lang w:val="es-ES"/>
        </w:rPr>
        <w:t xml:space="preserve">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541883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 w:after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Receiving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organisation</w:t>
            </w:r>
            <w:proofErr w:type="spellEnd"/>
            <w:r w:rsidRPr="002B5C83">
              <w:rPr>
                <w:rFonts w:cs="Arial"/>
                <w:lang w:val="es-ES"/>
              </w:rPr>
              <w:t xml:space="preserve"> (</w:t>
            </w:r>
            <w:proofErr w:type="spellStart"/>
            <w:r w:rsidRPr="002B5C83">
              <w:rPr>
                <w:rFonts w:cs="Arial"/>
                <w:lang w:val="es-ES"/>
              </w:rPr>
              <w:t>name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address</w:t>
            </w:r>
            <w:proofErr w:type="spellEnd"/>
            <w:r w:rsidRPr="002B5C83">
              <w:rPr>
                <w:rFonts w:cs="Arial"/>
                <w:lang w:val="es-ES"/>
              </w:rPr>
              <w:t xml:space="preserve">):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2B5C83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2"/>
            <w:r w:rsidRPr="002B5C83">
              <w:rPr>
                <w:rFonts w:cs="Arial"/>
                <w:lang w:val="es-ES"/>
              </w:rPr>
              <w:t xml:space="preserve"> 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Organización de acogida (nombre, dirección):</w:t>
            </w:r>
            <w:r w:rsidR="00822786">
              <w:rPr>
                <w:rFonts w:cs="Arial"/>
                <w:lang w:val="es-ES"/>
              </w:rPr>
              <w:t xml:space="preserve"> </w:t>
            </w:r>
            <w:r w:rsidR="00822786"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22786" w:rsidRPr="002B5C83">
              <w:rPr>
                <w:rFonts w:cs="Arial"/>
                <w:lang w:val="es-ES"/>
              </w:rPr>
              <w:instrText xml:space="preserve"> FORMTEXT </w:instrText>
            </w:r>
            <w:r w:rsidR="00822786" w:rsidRPr="009B2D3A">
              <w:rPr>
                <w:rFonts w:cs="Arial"/>
              </w:rPr>
            </w:r>
            <w:r w:rsidR="00822786" w:rsidRPr="009B2D3A">
              <w:rPr>
                <w:rFonts w:cs="Arial"/>
              </w:rPr>
              <w:fldChar w:fldCharType="separate"/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</w:rPr>
              <w:fldChar w:fldCharType="end"/>
            </w:r>
          </w:p>
          <w:p w:rsidR="00320919" w:rsidRPr="00E34553" w:rsidRDefault="0048070E" w:rsidP="0009182E">
            <w:pPr>
              <w:spacing w:after="120"/>
              <w:rPr>
                <w:rFonts w:cs="Arial"/>
                <w:lang w:val="en-US"/>
              </w:rPr>
            </w:pPr>
            <w:r w:rsidRPr="00E34553">
              <w:rPr>
                <w:rFonts w:cs="Arial"/>
                <w:lang w:val="en-US"/>
              </w:rPr>
              <w:t xml:space="preserve">Contact Person (name, function, e-mail, </w:t>
            </w:r>
            <w:proofErr w:type="spellStart"/>
            <w:r w:rsidRPr="00E34553">
              <w:rPr>
                <w:rFonts w:cs="Arial"/>
                <w:lang w:val="en-US"/>
              </w:rPr>
              <w:t>tel</w:t>
            </w:r>
            <w:proofErr w:type="spellEnd"/>
            <w:r w:rsidRPr="00E34553">
              <w:rPr>
                <w:rFonts w:cs="Arial"/>
                <w:lang w:val="en-US"/>
              </w:rPr>
              <w:t xml:space="preserve">):     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34553">
              <w:rPr>
                <w:rFonts w:cs="Arial"/>
                <w:lang w:val="en-U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E34553">
              <w:rPr>
                <w:rFonts w:cs="Arial"/>
                <w:lang w:val="en-US"/>
              </w:rPr>
              <w:t xml:space="preserve">   </w:t>
            </w:r>
          </w:p>
          <w:p w:rsidR="0048070E" w:rsidRPr="009B2D3A" w:rsidRDefault="00320919" w:rsidP="00022559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 y apellidos, </w:t>
            </w:r>
            <w:r w:rsidR="00022559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 e-mail, tel.):</w:t>
            </w:r>
            <w:r w:rsidR="0048070E" w:rsidRPr="009B2D3A">
              <w:rPr>
                <w:rFonts w:cs="Arial"/>
                <w:lang w:val="es-ES"/>
              </w:rPr>
              <w:t xml:space="preserve"> </w:t>
            </w:r>
            <w:r w:rsidR="00822786"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22786" w:rsidRPr="002B5C83">
              <w:rPr>
                <w:rFonts w:cs="Arial"/>
                <w:lang w:val="es-ES"/>
              </w:rPr>
              <w:instrText xml:space="preserve"> FORMTEXT </w:instrText>
            </w:r>
            <w:r w:rsidR="00822786" w:rsidRPr="009B2D3A">
              <w:rPr>
                <w:rFonts w:cs="Arial"/>
              </w:rPr>
            </w:r>
            <w:r w:rsidR="00822786" w:rsidRPr="009B2D3A">
              <w:rPr>
                <w:rFonts w:cs="Arial"/>
              </w:rPr>
              <w:fldChar w:fldCharType="separate"/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  <w:noProof/>
              </w:rPr>
              <w:t> </w:t>
            </w:r>
            <w:r w:rsidR="00822786" w:rsidRPr="009B2D3A">
              <w:rPr>
                <w:rFonts w:cs="Arial"/>
              </w:rPr>
              <w:fldChar w:fldCharType="end"/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</w:t>
            </w:r>
          </w:p>
        </w:tc>
      </w:tr>
    </w:tbl>
    <w:p w:rsidR="0048070E" w:rsidRPr="009B2D3A" w:rsidRDefault="0048070E" w:rsidP="0048070E">
      <w:pPr>
        <w:rPr>
          <w:rFonts w:cs="Arial"/>
          <w:lang w:val="es-ES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541883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919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Planned dates of start and end of the placement period:        </w:t>
            </w:r>
            <w:r w:rsidRPr="009B2D3A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 </w:t>
            </w:r>
          </w:p>
          <w:p w:rsidR="0048070E" w:rsidRPr="009B2D3A" w:rsidRDefault="00822786" w:rsidP="0009182E">
            <w:pPr>
              <w:spacing w:before="120" w:after="120"/>
              <w:rPr>
                <w:rFonts w:cs="Arial"/>
                <w:lang w:val="es-ES"/>
              </w:rPr>
            </w:pPr>
            <w:r w:rsidRPr="00822786">
              <w:rPr>
                <w:rFonts w:cs="Arial"/>
                <w:lang w:val="es-ES"/>
              </w:rPr>
              <w:t>Fechas previstas de inicio y de finalización del período de prácticas:</w:t>
            </w:r>
            <w:r>
              <w:rPr>
                <w:rFonts w:cs="Arial"/>
                <w:lang w:val="es-ES"/>
              </w:rPr>
              <w:t xml:space="preserve"> </w:t>
            </w:r>
            <w:r w:rsidRPr="009B2D3A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786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</w:t>
            </w:r>
          </w:p>
        </w:tc>
      </w:tr>
    </w:tbl>
    <w:p w:rsidR="00020BA3" w:rsidRPr="009B2D3A" w:rsidRDefault="00020BA3" w:rsidP="0048070E">
      <w:pPr>
        <w:rPr>
          <w:rFonts w:cs="Arial"/>
          <w:lang w:val="es-ES"/>
        </w:rPr>
      </w:pPr>
    </w:p>
    <w:p w:rsidR="0048070E" w:rsidRPr="009B2D3A" w:rsidRDefault="00020BA3" w:rsidP="0048070E">
      <w:pPr>
        <w:rPr>
          <w:rFonts w:cs="Arial"/>
          <w:lang w:val="es-ES"/>
        </w:rPr>
      </w:pPr>
      <w:r w:rsidRPr="009B2D3A">
        <w:rPr>
          <w:rFonts w:cs="Arial"/>
          <w:lang w:val="es-ES"/>
        </w:rPr>
        <w:br w:type="page"/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541883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>Knowledge, skills and competence to be acquired:</w:t>
            </w:r>
          </w:p>
          <w:p w:rsidR="00FC1A72" w:rsidRPr="009B2D3A" w:rsidRDefault="00822786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822786">
              <w:rPr>
                <w:rFonts w:cs="Arial"/>
                <w:b/>
                <w:lang w:val="es-ES"/>
              </w:rPr>
              <w:t>Conocimientos, aptitudes y competencias a adquirir</w:t>
            </w:r>
            <w:r w:rsidR="00FC1A72" w:rsidRPr="009B2D3A">
              <w:rPr>
                <w:rFonts w:cs="Arial"/>
                <w:b/>
                <w:lang w:val="es-ES"/>
              </w:rPr>
              <w:t>:</w:t>
            </w:r>
            <w:r w:rsidR="00020BA3" w:rsidRPr="009B2D3A">
              <w:rPr>
                <w:rFonts w:cs="Arial"/>
                <w:b/>
                <w:lang w:val="es-ES"/>
              </w:rPr>
              <w:t xml:space="preserve">  </w:t>
            </w:r>
          </w:p>
        </w:tc>
      </w:tr>
      <w:tr w:rsidR="0048070E" w:rsidRPr="005418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FC1A72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Detailed programme of the training period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FC1A72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 xml:space="preserve">Programa detallado del </w:t>
            </w:r>
            <w:r w:rsidR="00822786" w:rsidRPr="00822786">
              <w:rPr>
                <w:rFonts w:cs="Arial"/>
                <w:b/>
                <w:lang w:val="es-ES"/>
              </w:rPr>
              <w:t>período formativo</w:t>
            </w:r>
            <w:r w:rsidRPr="009B2D3A">
              <w:rPr>
                <w:rFonts w:cs="Arial"/>
                <w:b/>
                <w:lang w:val="es-ES"/>
              </w:rPr>
              <w:t>:</w:t>
            </w:r>
            <w:r w:rsidR="0048070E" w:rsidRPr="009B2D3A">
              <w:rPr>
                <w:rFonts w:cs="Arial"/>
                <w:b/>
                <w:lang w:val="es-ES"/>
              </w:rPr>
              <w:t xml:space="preserve">                                                                                   </w:t>
            </w:r>
          </w:p>
        </w:tc>
      </w:tr>
      <w:tr w:rsidR="0048070E" w:rsidRPr="009B2D3A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Tasks of the trainee</w:t>
            </w:r>
            <w:r w:rsidRPr="009B2D3A">
              <w:rPr>
                <w:rFonts w:cs="Arial"/>
              </w:rPr>
              <w:t xml:space="preserve">: 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</w:rPr>
            </w:pPr>
            <w:proofErr w:type="spellStart"/>
            <w:r w:rsidRPr="009B2D3A">
              <w:rPr>
                <w:rFonts w:cs="Arial"/>
                <w:b/>
              </w:rPr>
              <w:t>Tareas</w:t>
            </w:r>
            <w:proofErr w:type="spellEnd"/>
            <w:r w:rsidRPr="009B2D3A">
              <w:rPr>
                <w:rFonts w:cs="Arial"/>
                <w:b/>
              </w:rPr>
              <w:t xml:space="preserve"> del </w:t>
            </w:r>
            <w:proofErr w:type="spellStart"/>
            <w:r w:rsidRPr="009B2D3A">
              <w:rPr>
                <w:rFonts w:cs="Arial"/>
                <w:b/>
              </w:rPr>
              <w:t>estudiante</w:t>
            </w:r>
            <w:proofErr w:type="spellEnd"/>
            <w:r w:rsidR="0048070E" w:rsidRPr="009B2D3A">
              <w:rPr>
                <w:rFonts w:cs="Arial"/>
                <w:b/>
              </w:rPr>
              <w:t xml:space="preserve">                                                                                   </w:t>
            </w:r>
          </w:p>
        </w:tc>
      </w:tr>
      <w:tr w:rsidR="0048070E" w:rsidRPr="005418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Monitoring and Mentoring of the participant</w:t>
            </w:r>
            <w:r w:rsidRPr="009B2D3A">
              <w:rPr>
                <w:rFonts w:cs="Arial"/>
              </w:rPr>
              <w:t>:</w:t>
            </w:r>
          </w:p>
          <w:p w:rsidR="00FC1A72" w:rsidRPr="009B2D3A" w:rsidRDefault="007B708F" w:rsidP="00022559">
            <w:pPr>
              <w:spacing w:before="120"/>
              <w:rPr>
                <w:rFonts w:cs="Arial"/>
                <w:b/>
                <w:lang w:val="es-ES"/>
              </w:rPr>
            </w:pPr>
            <w:r w:rsidRPr="007B708F">
              <w:rPr>
                <w:rFonts w:cs="Arial"/>
                <w:b/>
                <w:lang w:val="es-ES"/>
              </w:rPr>
              <w:t>Seguimiento y tutorización del participante:</w:t>
            </w:r>
          </w:p>
        </w:tc>
      </w:tr>
      <w:tr w:rsidR="0048070E" w:rsidRPr="005418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Evaluation and Validation of the training placement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Evaluación y convalidación de la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Pr="009B2D3A">
              <w:rPr>
                <w:rFonts w:cs="Arial"/>
                <w:b/>
                <w:lang w:val="es-ES"/>
              </w:rPr>
              <w:t xml:space="preserve"> práctica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="0048070E" w:rsidRPr="009B2D3A">
              <w:rPr>
                <w:rFonts w:cs="Arial"/>
                <w:b/>
                <w:lang w:val="es-ES"/>
              </w:rPr>
              <w:t xml:space="preserve">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                                                                                 </w:t>
            </w:r>
          </w:p>
        </w:tc>
      </w:tr>
    </w:tbl>
    <w:p w:rsidR="0048070E" w:rsidRPr="009B2D3A" w:rsidRDefault="0048070E" w:rsidP="00FC1A72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COMMITMENT OF THE PARTIES INVOLVED</w:t>
      </w:r>
    </w:p>
    <w:p w:rsidR="00FC1A72" w:rsidRPr="008A1EE1" w:rsidRDefault="008A1EE1" w:rsidP="008A1EE1">
      <w:pPr>
        <w:numPr>
          <w:ilvl w:val="0"/>
          <w:numId w:val="2"/>
        </w:numPr>
        <w:rPr>
          <w:rFonts w:cs="Arial"/>
          <w:b/>
          <w:lang w:val="es-ES"/>
        </w:rPr>
      </w:pPr>
      <w:r w:rsidRPr="008A1EE1">
        <w:rPr>
          <w:rFonts w:cs="Arial"/>
          <w:b/>
          <w:lang w:val="es-ES"/>
        </w:rPr>
        <w:t>COMPROMISO DE LAS PARTES IMPLICADAS</w:t>
      </w:r>
    </w:p>
    <w:p w:rsidR="0048070E" w:rsidRPr="009B2D3A" w:rsidRDefault="0048070E" w:rsidP="00BC6C5D">
      <w:pPr>
        <w:ind w:left="-567"/>
        <w:jc w:val="both"/>
        <w:rPr>
          <w:rFonts w:cs="Arial"/>
          <w:b/>
        </w:rPr>
      </w:pPr>
      <w:r w:rsidRPr="009B2D3A">
        <w:rPr>
          <w:rFonts w:cs="Arial"/>
          <w:b/>
        </w:rPr>
        <w:t xml:space="preserve">By signing this document, the participant, the sending institution and the receiving organisation </w:t>
      </w:r>
      <w:r w:rsidRPr="009B2D3A">
        <w:rPr>
          <w:rFonts w:cs="Arial"/>
        </w:rPr>
        <w:t>(</w:t>
      </w:r>
      <w:r w:rsidRPr="009B2D3A">
        <w:rPr>
          <w:rFonts w:cs="Arial"/>
          <w:i/>
        </w:rPr>
        <w:t>and the intermediary organisation if applicable)</w:t>
      </w:r>
      <w:r w:rsidRPr="009B2D3A">
        <w:rPr>
          <w:rFonts w:cs="Arial"/>
          <w:b/>
          <w:i/>
        </w:rPr>
        <w:t>*</w:t>
      </w:r>
      <w:r w:rsidRPr="009B2D3A">
        <w:rPr>
          <w:rFonts w:cs="Arial"/>
          <w:b/>
        </w:rPr>
        <w:t xml:space="preserve"> confirm that they will abide by the principles of the Quality Commitment </w:t>
      </w:r>
      <w:r w:rsidR="00BC6C5D" w:rsidRPr="00BC6C5D">
        <w:rPr>
          <w:rFonts w:cs="Arial"/>
          <w:b/>
        </w:rPr>
        <w:t>for VET Mobility projects attached below</w:t>
      </w:r>
      <w:r w:rsidRPr="009B2D3A">
        <w:rPr>
          <w:rFonts w:cs="Arial"/>
          <w:b/>
        </w:rPr>
        <w:t>.</w:t>
      </w:r>
    </w:p>
    <w:p w:rsidR="00020BA3" w:rsidRPr="009B2D3A" w:rsidRDefault="007B095A" w:rsidP="00FC1A72">
      <w:pPr>
        <w:ind w:left="-567"/>
        <w:rPr>
          <w:rFonts w:cs="Arial"/>
          <w:b/>
          <w:lang w:val="es-ES"/>
        </w:rPr>
      </w:pPr>
      <w:r w:rsidRPr="007B095A">
        <w:rPr>
          <w:rFonts w:cs="Arial"/>
          <w:b/>
          <w:lang w:val="es-ES"/>
        </w:rPr>
        <w:t>Mediante la firma del presente documento</w:t>
      </w:r>
      <w:r w:rsidR="00FC1A72" w:rsidRPr="009B2D3A">
        <w:rPr>
          <w:rFonts w:cs="Arial"/>
          <w:b/>
          <w:lang w:val="es-ES"/>
        </w:rPr>
        <w:t xml:space="preserve">, el participante, la </w:t>
      </w:r>
      <w:r>
        <w:rPr>
          <w:rFonts w:cs="Arial"/>
          <w:b/>
          <w:lang w:val="es-ES"/>
        </w:rPr>
        <w:t>institución</w:t>
      </w:r>
      <w:r w:rsidR="00FC1A72" w:rsidRPr="009B2D3A">
        <w:rPr>
          <w:rFonts w:cs="Arial"/>
          <w:b/>
          <w:lang w:val="es-ES"/>
        </w:rPr>
        <w:t xml:space="preserve"> de envío y la </w:t>
      </w:r>
      <w:r>
        <w:rPr>
          <w:rFonts w:cs="Arial"/>
          <w:b/>
          <w:lang w:val="es-ES"/>
        </w:rPr>
        <w:t xml:space="preserve">organización </w:t>
      </w:r>
      <w:r w:rsidR="00FC1A72" w:rsidRPr="009B2D3A">
        <w:rPr>
          <w:rFonts w:cs="Arial"/>
          <w:b/>
          <w:lang w:val="es-ES"/>
        </w:rPr>
        <w:t>de acogida (</w:t>
      </w:r>
      <w:r w:rsidR="00FC1A72" w:rsidRPr="009B2D3A">
        <w:rPr>
          <w:rFonts w:cs="Arial"/>
          <w:lang w:val="es-ES"/>
        </w:rPr>
        <w:t xml:space="preserve">y, en su caso, la organización intermediaria)* </w:t>
      </w:r>
      <w:r w:rsidRPr="007B095A">
        <w:rPr>
          <w:rFonts w:cs="Arial"/>
          <w:b/>
          <w:lang w:val="es-ES"/>
        </w:rPr>
        <w:t>confirman que cumplirán con los principios del Compromiso de Calidad de los proyectos de movilidad de FP que se adjunta a continuación</w:t>
      </w:r>
      <w:r w:rsidR="00A868BA" w:rsidRPr="009B2D3A">
        <w:rPr>
          <w:rFonts w:cs="Arial"/>
          <w:b/>
          <w:lang w:val="es-ES"/>
        </w:rPr>
        <w:t>.</w:t>
      </w:r>
    </w:p>
    <w:p w:rsidR="00FC1A72" w:rsidRPr="009B2D3A" w:rsidRDefault="00020BA3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br w:type="page"/>
      </w:r>
    </w:p>
    <w:p w:rsidR="0048070E" w:rsidRPr="009B2D3A" w:rsidRDefault="0048070E" w:rsidP="0048070E">
      <w:pPr>
        <w:rPr>
          <w:rFonts w:cs="Arial"/>
          <w:i/>
        </w:rPr>
      </w:pPr>
      <w:r w:rsidRPr="009B2D3A">
        <w:rPr>
          <w:rFonts w:cs="Arial"/>
        </w:rPr>
        <w:lastRenderedPageBreak/>
        <w:t>*</w:t>
      </w:r>
      <w:r w:rsidRPr="009B2D3A">
        <w:rPr>
          <w:rFonts w:cs="Arial"/>
          <w:i/>
        </w:rPr>
        <w:t>please add a box below for the signature of the intermediary organisation – if applicable</w:t>
      </w:r>
    </w:p>
    <w:p w:rsidR="00A868BA" w:rsidRPr="009B2D3A" w:rsidRDefault="00A868BA" w:rsidP="0048070E">
      <w:pPr>
        <w:rPr>
          <w:rFonts w:cs="Arial"/>
          <w:i/>
          <w:lang w:val="es-ES"/>
        </w:rPr>
      </w:pPr>
      <w:r w:rsidRPr="009B2D3A">
        <w:rPr>
          <w:rFonts w:cs="Arial"/>
          <w:i/>
          <w:lang w:val="es-ES"/>
        </w:rPr>
        <w:t>*por favor, añada un cuadro para la firma de la organización intermediaria, si procede.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541883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Default="0048070E" w:rsidP="0009182E">
            <w:pPr>
              <w:spacing w:before="120"/>
              <w:rPr>
                <w:rFonts w:cs="Arial"/>
                <w:b/>
                <w:lang w:val="fr-BE"/>
              </w:rPr>
            </w:pPr>
            <w:r w:rsidRPr="009B2D3A">
              <w:rPr>
                <w:rFonts w:cs="Arial"/>
                <w:b/>
                <w:lang w:val="fr-BE"/>
              </w:rPr>
              <w:t xml:space="preserve">THE PARTICIPANT </w:t>
            </w:r>
          </w:p>
          <w:p w:rsidR="0014502D" w:rsidRPr="009B2D3A" w:rsidRDefault="00541883" w:rsidP="0009182E">
            <w:pPr>
              <w:spacing w:before="120"/>
              <w:rPr>
                <w:rFonts w:cs="Arial"/>
                <w:b/>
                <w:lang w:val="fr-BE"/>
              </w:rPr>
            </w:pPr>
            <w:r w:rsidRPr="00541883">
              <w:rPr>
                <w:rFonts w:cs="Arial"/>
                <w:b/>
                <w:lang w:val="fr-BE"/>
              </w:rPr>
              <w:t>EL PARTICIPANTE</w:t>
            </w:r>
            <w:r>
              <w:rPr>
                <w:rFonts w:cs="Arial"/>
                <w:b/>
                <w:lang w:val="fr-BE"/>
              </w:rPr>
              <w:t xml:space="preserve">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Participant’s</w:t>
            </w:r>
            <w:proofErr w:type="spellEnd"/>
            <w:r w:rsidRPr="009B2D3A">
              <w:rPr>
                <w:rFonts w:cs="Arial"/>
                <w:lang w:val="fr-BE"/>
              </w:rPr>
              <w:t xml:space="preserve"> signature</w:t>
            </w:r>
          </w:p>
          <w:p w:rsidR="00022559" w:rsidRPr="009B2D3A" w:rsidRDefault="00022559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Firma</w:t>
            </w:r>
            <w:proofErr w:type="spellEnd"/>
            <w:r w:rsidRPr="009B2D3A">
              <w:rPr>
                <w:rFonts w:cs="Arial"/>
                <w:lang w:val="fr-BE"/>
              </w:rPr>
              <w:t xml:space="preserve"> del participante</w:t>
            </w: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...........................................................................       Date: ……………………………………………………………..</w:t>
            </w:r>
            <w:proofErr w:type="spellStart"/>
            <w:r w:rsidR="00022559" w:rsidRPr="009B2D3A">
              <w:rPr>
                <w:rFonts w:cs="Arial"/>
                <w:lang w:val="fr-BE"/>
              </w:rPr>
              <w:t>Fecha</w:t>
            </w:r>
            <w:proofErr w:type="spellEnd"/>
            <w:r w:rsidR="00022559" w:rsidRPr="009B2D3A">
              <w:rPr>
                <w:rFonts w:cs="Arial"/>
                <w:lang w:val="fr-BE"/>
              </w:rPr>
              <w:t> :</w:t>
            </w:r>
          </w:p>
        </w:tc>
      </w:tr>
    </w:tbl>
    <w:p w:rsidR="0048070E" w:rsidRPr="009B2D3A" w:rsidRDefault="0048070E" w:rsidP="0048070E">
      <w:pPr>
        <w:rPr>
          <w:rFonts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126CF2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THE SENDING INSTITUTION</w:t>
            </w:r>
          </w:p>
          <w:p w:rsidR="0048070E" w:rsidRDefault="007B095A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7B095A">
              <w:rPr>
                <w:rFonts w:cs="Arial"/>
                <w:b/>
                <w:lang w:val="es-ES"/>
              </w:rPr>
              <w:t>LA INSTITUCIÓN DE ENVÍO</w:t>
            </w:r>
          </w:p>
          <w:p w:rsidR="007B095A" w:rsidRPr="007B095A" w:rsidRDefault="007B095A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854F9C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We confirm that this proposed training programme agreement is approved. </w:t>
            </w:r>
          </w:p>
          <w:p w:rsidR="00854F9C" w:rsidRPr="009B2D3A" w:rsidRDefault="007B095A" w:rsidP="0009182E">
            <w:pPr>
              <w:spacing w:before="120"/>
              <w:rPr>
                <w:rFonts w:cs="Arial"/>
                <w:lang w:val="es-ES"/>
              </w:rPr>
            </w:pPr>
            <w:r w:rsidRPr="007B095A">
              <w:rPr>
                <w:rFonts w:cs="Arial"/>
                <w:lang w:val="es-ES"/>
              </w:rPr>
              <w:t>Confirmamos que se acepta esta propuesta de Acuerdo de Aprendizaje.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On completion of the training programme the institution will issue </w:t>
            </w:r>
            <w:r w:rsidRPr="000172AC">
              <w:rPr>
                <w:rFonts w:cs="Arial"/>
                <w:highlight w:val="yellow"/>
              </w:rPr>
              <w:t xml:space="preserve">………..[…a Europass Mobility, </w:t>
            </w:r>
            <w:r w:rsidRPr="000172AC">
              <w:rPr>
                <w:rFonts w:cs="Arial"/>
                <w:i/>
                <w:highlight w:val="yellow"/>
              </w:rPr>
              <w:t>other form of validation/recognition…</w:t>
            </w:r>
            <w:r w:rsidRPr="000172AC">
              <w:rPr>
                <w:rFonts w:cs="Arial"/>
                <w:highlight w:val="yellow"/>
              </w:rPr>
              <w:t>]</w:t>
            </w:r>
            <w:r w:rsidRPr="009B2D3A">
              <w:rPr>
                <w:rFonts w:cs="Arial"/>
              </w:rPr>
              <w:t xml:space="preserve"> to the participant</w:t>
            </w:r>
          </w:p>
          <w:p w:rsidR="0048070E" w:rsidRPr="00822786" w:rsidRDefault="00822786" w:rsidP="007B095A">
            <w:pPr>
              <w:spacing w:before="120"/>
              <w:rPr>
                <w:rFonts w:cs="Arial"/>
                <w:lang w:val="es-ES"/>
              </w:rPr>
            </w:pPr>
            <w:r w:rsidRPr="00822786">
              <w:rPr>
                <w:lang w:val="es-ES"/>
              </w:rPr>
              <w:t>Una vez finalizado el programa formativo, la institución emitirá y facilitará…</w:t>
            </w:r>
            <w:r w:rsidRPr="00822786">
              <w:rPr>
                <w:highlight w:val="yellow"/>
                <w:lang w:val="es-ES"/>
              </w:rPr>
              <w:t>……</w:t>
            </w:r>
            <w:proofErr w:type="gramStart"/>
            <w:r w:rsidRPr="00822786">
              <w:rPr>
                <w:highlight w:val="yellow"/>
                <w:lang w:val="es-ES"/>
              </w:rPr>
              <w:t>..[</w:t>
            </w:r>
            <w:proofErr w:type="gramEnd"/>
            <w:r w:rsidRPr="00822786">
              <w:rPr>
                <w:highlight w:val="yellow"/>
                <w:lang w:val="es-ES"/>
              </w:rPr>
              <w:t xml:space="preserve">…un documento de Movilidad Europass, </w:t>
            </w:r>
            <w:r w:rsidRPr="00822786">
              <w:rPr>
                <w:i/>
                <w:highlight w:val="yellow"/>
                <w:lang w:val="es-ES"/>
              </w:rPr>
              <w:t>otra forma de validación/reconocimiento…</w:t>
            </w:r>
            <w:r w:rsidRPr="00822786">
              <w:rPr>
                <w:lang w:val="es-ES"/>
              </w:rPr>
              <w:t>] al participante.</w:t>
            </w:r>
          </w:p>
        </w:tc>
      </w:tr>
      <w:tr w:rsidR="0048070E" w:rsidRPr="009B2D3A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854F9C" w:rsidRPr="002B5C83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14502D" w:rsidRDefault="0014502D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5418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541883">
              <w:rPr>
                <w:rFonts w:cs="Arial"/>
                <w:lang w:val="es-ES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5418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5418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14502D" w:rsidRPr="00541883" w:rsidRDefault="0014502D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  <w:r w:rsidR="00854F9C" w:rsidRPr="009B2D3A">
              <w:rPr>
                <w:rFonts w:cs="Arial"/>
              </w:rPr>
              <w:t>Fecha:</w:t>
            </w:r>
          </w:p>
        </w:tc>
      </w:tr>
    </w:tbl>
    <w:p w:rsidR="0048070E" w:rsidRPr="009B2D3A" w:rsidRDefault="0048070E" w:rsidP="0048070E">
      <w:pPr>
        <w:rPr>
          <w:rFonts w:cs="Arial"/>
        </w:rPr>
      </w:pPr>
      <w:r w:rsidRPr="009B2D3A">
        <w:rPr>
          <w:rFonts w:cs="Arial"/>
        </w:rPr>
        <w:tab/>
      </w:r>
    </w:p>
    <w:p w:rsidR="00020BA3" w:rsidRPr="009B2D3A" w:rsidRDefault="00020BA3" w:rsidP="0048070E">
      <w:pPr>
        <w:rPr>
          <w:rFonts w:cs="Arial"/>
        </w:rPr>
      </w:pPr>
      <w:r w:rsidRPr="009B2D3A">
        <w:rPr>
          <w:rFonts w:cs="Arial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0172AC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5418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541883">
              <w:rPr>
                <w:rFonts w:cs="Arial"/>
                <w:b/>
                <w:lang w:val="es-ES"/>
              </w:rPr>
              <w:lastRenderedPageBreak/>
              <w:t>THE RECEIVING ORGANISATION</w:t>
            </w:r>
          </w:p>
          <w:p w:rsidR="00485066" w:rsidRPr="000172AC" w:rsidRDefault="00485066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541883">
              <w:rPr>
                <w:rFonts w:cs="Arial"/>
                <w:b/>
                <w:lang w:val="es-ES"/>
              </w:rPr>
              <w:t>LA ORGAN</w:t>
            </w:r>
            <w:r w:rsidRPr="000172AC">
              <w:rPr>
                <w:rFonts w:cs="Arial"/>
                <w:b/>
                <w:lang w:val="es-ES"/>
              </w:rPr>
              <w:t>IZACIÓN DE ACOGIDA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We confirm that this proposed training programme is approved.</w:t>
            </w:r>
          </w:p>
          <w:p w:rsidR="00C862B2" w:rsidRPr="000172AC" w:rsidRDefault="007B095A" w:rsidP="00C862B2">
            <w:pPr>
              <w:spacing w:before="120"/>
              <w:rPr>
                <w:rFonts w:cs="Arial"/>
                <w:lang w:val="es-ES"/>
              </w:rPr>
            </w:pPr>
            <w:r w:rsidRPr="007B095A">
              <w:rPr>
                <w:rFonts w:cs="Arial"/>
                <w:lang w:val="es-ES"/>
              </w:rPr>
              <w:t>Confirmamos la aprobación de esta propuesta de programa formativo.</w:t>
            </w:r>
          </w:p>
          <w:p w:rsidR="0048070E" w:rsidRPr="009B2D3A" w:rsidRDefault="00481CCE" w:rsidP="0009182E">
            <w:pPr>
              <w:spacing w:before="120"/>
              <w:rPr>
                <w:rFonts w:cs="Arial"/>
                <w:lang w:val="en-US"/>
              </w:rPr>
            </w:pPr>
            <w:r w:rsidRPr="009B2D3A">
              <w:rPr>
                <w:rFonts w:cs="Arial"/>
                <w:lang w:val="en-US"/>
              </w:rPr>
              <w:t>O</w:t>
            </w:r>
            <w:r w:rsidR="0048070E" w:rsidRPr="009B2D3A">
              <w:rPr>
                <w:rFonts w:cs="Arial"/>
                <w:lang w:val="en-US"/>
              </w:rPr>
              <w:t xml:space="preserve">n completion of the training </w:t>
            </w:r>
            <w:proofErr w:type="spellStart"/>
            <w:r w:rsidR="0048070E" w:rsidRPr="009B2D3A">
              <w:rPr>
                <w:rFonts w:cs="Arial"/>
                <w:lang w:val="en-US"/>
              </w:rPr>
              <w:t>programme</w:t>
            </w:r>
            <w:proofErr w:type="spellEnd"/>
            <w:r w:rsidR="0048070E" w:rsidRPr="009B2D3A">
              <w:rPr>
                <w:rFonts w:cs="Arial"/>
                <w:lang w:val="en-US"/>
              </w:rPr>
              <w:t xml:space="preserve"> the </w:t>
            </w:r>
            <w:proofErr w:type="spellStart"/>
            <w:r w:rsidR="0048070E" w:rsidRPr="009B2D3A">
              <w:rPr>
                <w:rFonts w:cs="Arial"/>
                <w:lang w:val="en-US"/>
              </w:rPr>
              <w:t>organisation</w:t>
            </w:r>
            <w:proofErr w:type="spellEnd"/>
            <w:r w:rsidR="0048070E" w:rsidRPr="009B2D3A">
              <w:rPr>
                <w:rFonts w:cs="Arial"/>
                <w:lang w:val="en-US"/>
              </w:rPr>
              <w:t xml:space="preserve"> will issue </w:t>
            </w:r>
            <w:r w:rsidR="0048070E" w:rsidRPr="000172AC">
              <w:rPr>
                <w:rFonts w:cs="Arial"/>
                <w:highlight w:val="yellow"/>
                <w:lang w:val="en-US"/>
              </w:rPr>
              <w:t>[…</w:t>
            </w:r>
            <w:r w:rsidR="0048070E" w:rsidRPr="000172AC">
              <w:rPr>
                <w:rFonts w:cs="Arial"/>
                <w:i/>
                <w:highlight w:val="yellow"/>
                <w:lang w:val="en-US"/>
              </w:rPr>
              <w:t>a Certificate</w:t>
            </w:r>
            <w:r w:rsidR="0048070E" w:rsidRPr="000172AC">
              <w:rPr>
                <w:rFonts w:cs="Arial"/>
                <w:highlight w:val="yellow"/>
                <w:lang w:val="en-US"/>
              </w:rPr>
              <w:t xml:space="preserve"> …]</w:t>
            </w:r>
            <w:r w:rsidR="0048070E" w:rsidRPr="009B2D3A">
              <w:rPr>
                <w:rFonts w:cs="Arial"/>
                <w:lang w:val="en-US"/>
              </w:rPr>
              <w:t xml:space="preserve"> to the participant</w:t>
            </w:r>
          </w:p>
          <w:p w:rsidR="00481CCE" w:rsidRPr="009B2D3A" w:rsidRDefault="00822786" w:rsidP="0009182E">
            <w:pPr>
              <w:spacing w:before="120"/>
              <w:rPr>
                <w:rFonts w:cs="Arial"/>
                <w:lang w:val="es-ES"/>
              </w:rPr>
            </w:pPr>
            <w:r w:rsidRPr="00822786">
              <w:rPr>
                <w:rFonts w:cs="Arial"/>
                <w:lang w:val="es-ES"/>
              </w:rPr>
              <w:t>Una vez finalizado el programa formativo, la institución emitirá y facilitará [un certificado….] al participante.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</w:p>
        </w:tc>
      </w:tr>
      <w:tr w:rsidR="0048070E" w:rsidRPr="009B2D3A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481CCE" w:rsidRPr="002B5C83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</w:t>
            </w:r>
            <w:r w:rsidR="004C4625" w:rsidRPr="002B5C83">
              <w:rPr>
                <w:rFonts w:cs="Arial"/>
                <w:lang w:val="es-ES"/>
              </w:rPr>
              <w:t>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14502D" w:rsidRPr="00541883" w:rsidRDefault="0014502D" w:rsidP="0009182E">
            <w:pPr>
              <w:spacing w:before="120"/>
              <w:rPr>
                <w:rFonts w:cs="Arial"/>
                <w:lang w:val="es-ES"/>
              </w:rPr>
            </w:pPr>
          </w:p>
          <w:p w:rsidR="00481CCE" w:rsidRPr="0014502D" w:rsidRDefault="0048070E" w:rsidP="00481CC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  <w:r w:rsidR="00481CCE" w:rsidRPr="009B2D3A">
              <w:rPr>
                <w:rFonts w:cs="Arial"/>
              </w:rPr>
              <w:t>Fecha:</w:t>
            </w:r>
          </w:p>
        </w:tc>
      </w:tr>
    </w:tbl>
    <w:p w:rsidR="00757559" w:rsidRPr="009B2D3A" w:rsidRDefault="00757559" w:rsidP="004C4625"/>
    <w:sectPr w:rsidR="00757559" w:rsidRPr="009B2D3A" w:rsidSect="00A7176A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B" w:rsidRDefault="006C090B" w:rsidP="004C4625">
      <w:pPr>
        <w:spacing w:after="0" w:line="240" w:lineRule="auto"/>
      </w:pPr>
      <w:r>
        <w:separator/>
      </w:r>
    </w:p>
  </w:endnote>
  <w:end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44" w:rsidRDefault="00022C44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126CF2" w:rsidRPr="00126CF2">
      <w:rPr>
        <w:noProof/>
        <w:lang w:val="es-ES"/>
      </w:rPr>
      <w:t>4</w:t>
    </w:r>
    <w:r>
      <w:fldChar w:fldCharType="end"/>
    </w:r>
  </w:p>
  <w:p w:rsidR="00022C44" w:rsidRDefault="00022C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B" w:rsidRDefault="006C090B" w:rsidP="004C4625">
      <w:pPr>
        <w:spacing w:after="0" w:line="240" w:lineRule="auto"/>
      </w:pPr>
      <w:r>
        <w:separator/>
      </w:r>
    </w:p>
  </w:footnote>
  <w:foot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4D3335" w:rsidRDefault="0015230E" w:rsidP="004D3335">
    <w:pPr>
      <w:tabs>
        <w:tab w:val="center" w:pos="4513"/>
        <w:tab w:val="right" w:pos="9026"/>
      </w:tabs>
      <w:suppressAutoHyphens/>
      <w:ind w:left="2160"/>
      <w:contextualSpacing/>
      <w:rPr>
        <w:rFonts w:eastAsia="Times New Roman"/>
        <w:sz w:val="18"/>
        <w:szCs w:val="18"/>
        <w:lang w:val="es-ES" w:eastAsia="es-ES"/>
      </w:rPr>
    </w:pPr>
    <w:r w:rsidRPr="0015230E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editId="36B11C9B">
              <wp:simplePos x="0" y="0"/>
              <wp:positionH relativeFrom="column">
                <wp:posOffset>3639185</wp:posOffset>
              </wp:positionH>
              <wp:positionV relativeFrom="paragraph">
                <wp:posOffset>-225839</wp:posOffset>
              </wp:positionV>
              <wp:extent cx="2830664" cy="1403985"/>
              <wp:effectExtent l="0" t="0" r="8255" b="444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0664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230E" w:rsidRPr="0015230E" w:rsidRDefault="0015230E">
                          <w:pPr>
                            <w:rPr>
                              <w:lang w:val="es-ES"/>
                            </w:rPr>
                          </w:pPr>
                          <w:r w:rsidRPr="004D3335"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 xml:space="preserve">Modelo </w:t>
                          </w:r>
                          <w:r w:rsidR="00E11503"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 xml:space="preserve">bilingüe </w:t>
                          </w:r>
                          <w:r w:rsidRPr="004D3335"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 xml:space="preserve">de </w:t>
                          </w:r>
                          <w:r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>Acuerdo de Aprendizaje</w:t>
                          </w:r>
                          <w:r w:rsidR="00E34553"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 xml:space="preserve"> VET</w:t>
                          </w:r>
                          <w:r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 xml:space="preserve"> Erasmus+ KA102 y KA116 </w:t>
                          </w:r>
                          <w:r w:rsidR="00E34553">
                            <w:rPr>
                              <w:rFonts w:eastAsia="Times New Roman"/>
                              <w:sz w:val="18"/>
                              <w:szCs w:val="18"/>
                              <w:lang w:val="es-ES" w:eastAsia="es-ES"/>
                            </w:rPr>
                            <w:t>para estudiantes – 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86.55pt;margin-top:-17.8pt;width:222.9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" stroked="f">
              <v:textbox style="mso-fit-shape-to-text:t">
                <w:txbxContent>
                  <w:p w:rsidR="0015230E" w:rsidRPr="0015230E" w:rsidRDefault="0015230E">
                    <w:pPr>
                      <w:rPr>
                        <w:lang w:val="es-ES"/>
                      </w:rPr>
                    </w:pPr>
                    <w:r w:rsidRPr="004D3335"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 xml:space="preserve">Modelo </w:t>
                    </w:r>
                    <w:r w:rsidR="00E11503"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 xml:space="preserve">bilingüe </w:t>
                    </w:r>
                    <w:r w:rsidRPr="004D3335"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 xml:space="preserve">de </w:t>
                    </w:r>
                    <w:r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>Acuerdo de Aprendizaje</w:t>
                    </w:r>
                    <w:r w:rsidR="00E34553"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 xml:space="preserve"> VET</w:t>
                    </w:r>
                    <w:r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 xml:space="preserve"> Erasmus+ KA102 y KA116 </w:t>
                    </w:r>
                    <w:r w:rsidR="00E34553">
                      <w:rPr>
                        <w:rFonts w:eastAsia="Times New Roman"/>
                        <w:sz w:val="18"/>
                        <w:szCs w:val="18"/>
                        <w:lang w:val="es-ES" w:eastAsia="es-ES"/>
                      </w:rPr>
                      <w:t>para estudiantes – 2020</w:t>
                    </w:r>
                  </w:p>
                </w:txbxContent>
              </v:textbox>
            </v:shape>
          </w:pict>
        </mc:Fallback>
      </mc:AlternateContent>
    </w:r>
    <w:r w:rsidR="00280953"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04CFA18B" wp14:editId="2C74F9A9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35">
      <w:rPr>
        <w:lang w:val="es-ES"/>
      </w:rPr>
      <w:tab/>
    </w:r>
    <w:r w:rsidR="004D3335">
      <w:rPr>
        <w:lang w:val="es-ES"/>
      </w:rPr>
      <w:tab/>
    </w:r>
    <w:r w:rsidR="004D3335"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54D1A"/>
    <w:multiLevelType w:val="hybridMultilevel"/>
    <w:tmpl w:val="54C22542"/>
    <w:lvl w:ilvl="0" w:tplc="BF6AB94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FF568F1"/>
    <w:multiLevelType w:val="hybridMultilevel"/>
    <w:tmpl w:val="77D80B96"/>
    <w:lvl w:ilvl="0" w:tplc="C9BEFAC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172AC"/>
    <w:rsid w:val="00020BA3"/>
    <w:rsid w:val="00022559"/>
    <w:rsid w:val="00022C44"/>
    <w:rsid w:val="00035C01"/>
    <w:rsid w:val="0009182E"/>
    <w:rsid w:val="000C0C70"/>
    <w:rsid w:val="000C133A"/>
    <w:rsid w:val="00126CF2"/>
    <w:rsid w:val="0014502D"/>
    <w:rsid w:val="0015230E"/>
    <w:rsid w:val="001702F8"/>
    <w:rsid w:val="00192DF1"/>
    <w:rsid w:val="00265A76"/>
    <w:rsid w:val="00280953"/>
    <w:rsid w:val="002975C2"/>
    <w:rsid w:val="002B1449"/>
    <w:rsid w:val="002B5C83"/>
    <w:rsid w:val="00320919"/>
    <w:rsid w:val="00421311"/>
    <w:rsid w:val="00471C86"/>
    <w:rsid w:val="0048070E"/>
    <w:rsid w:val="00481CCE"/>
    <w:rsid w:val="00485066"/>
    <w:rsid w:val="004C4625"/>
    <w:rsid w:val="004D3335"/>
    <w:rsid w:val="004F5705"/>
    <w:rsid w:val="00541883"/>
    <w:rsid w:val="005B31A9"/>
    <w:rsid w:val="005E4CDE"/>
    <w:rsid w:val="00606E19"/>
    <w:rsid w:val="00654512"/>
    <w:rsid w:val="00685625"/>
    <w:rsid w:val="00687102"/>
    <w:rsid w:val="006C090B"/>
    <w:rsid w:val="00757559"/>
    <w:rsid w:val="007963D1"/>
    <w:rsid w:val="007B095A"/>
    <w:rsid w:val="007B708F"/>
    <w:rsid w:val="00822786"/>
    <w:rsid w:val="00847C49"/>
    <w:rsid w:val="00854F9C"/>
    <w:rsid w:val="008A1EE1"/>
    <w:rsid w:val="008C1B35"/>
    <w:rsid w:val="008D4C62"/>
    <w:rsid w:val="009301A8"/>
    <w:rsid w:val="009B2D3A"/>
    <w:rsid w:val="00A1641A"/>
    <w:rsid w:val="00A7176A"/>
    <w:rsid w:val="00A868BA"/>
    <w:rsid w:val="00B25E8B"/>
    <w:rsid w:val="00B70D12"/>
    <w:rsid w:val="00BC6C5D"/>
    <w:rsid w:val="00C862B2"/>
    <w:rsid w:val="00D648CD"/>
    <w:rsid w:val="00D756FB"/>
    <w:rsid w:val="00D91718"/>
    <w:rsid w:val="00DD7A7F"/>
    <w:rsid w:val="00DE674C"/>
    <w:rsid w:val="00E11503"/>
    <w:rsid w:val="00E34553"/>
    <w:rsid w:val="00F252FD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  <w:style w:type="paragraph" w:customStyle="1" w:styleId="Text1">
    <w:name w:val="Text 1"/>
    <w:basedOn w:val="Normal"/>
    <w:rsid w:val="004D3335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30E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  <w:style w:type="paragraph" w:customStyle="1" w:styleId="Text1">
    <w:name w:val="Text 1"/>
    <w:basedOn w:val="Normal"/>
    <w:rsid w:val="004D3335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30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687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Unidad de FP</cp:lastModifiedBy>
  <cp:revision>5</cp:revision>
  <dcterms:created xsi:type="dcterms:W3CDTF">2020-05-22T13:15:00Z</dcterms:created>
  <dcterms:modified xsi:type="dcterms:W3CDTF">2020-05-27T14:09:00Z</dcterms:modified>
</cp:coreProperties>
</file>